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46B7D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100B16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C023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C023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C023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C023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C023E">
            <w:pPr>
              <w:pStyle w:val="CUSTOMHeaderText"/>
            </w:pPr>
          </w:p>
        </w:tc>
      </w:tr>
      <w:tr w:rsidR="00575A29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AC023E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AC023E">
            <w:pPr>
              <w:pStyle w:val="CUSTOMHeaderText"/>
            </w:pPr>
          </w:p>
        </w:tc>
      </w:tr>
      <w:tr w:rsidR="00575A29" w:rsidTr="0034162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13362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AC023E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3630295</wp:posOffset>
                      </wp:positionH>
                      <wp:positionV relativeFrom="paragraph">
                        <wp:posOffset>1405255</wp:posOffset>
                      </wp:positionV>
                      <wp:extent cx="226060" cy="1539875"/>
                      <wp:effectExtent l="17780" t="13970" r="13335" b="17780"/>
                      <wp:wrapNone/>
                      <wp:docPr id="134" name="Freeform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060" cy="1539875"/>
                              </a:xfrm>
                              <a:custGeom>
                                <a:avLst/>
                                <a:gdLst>
                                  <a:gd name="T0" fmla="*/ 356 w 356"/>
                                  <a:gd name="T1" fmla="*/ 0 h 2425"/>
                                  <a:gd name="T2" fmla="*/ 309 w 356"/>
                                  <a:gd name="T3" fmla="*/ 489 h 2425"/>
                                  <a:gd name="T4" fmla="*/ 263 w 356"/>
                                  <a:gd name="T5" fmla="*/ 818 h 2425"/>
                                  <a:gd name="T6" fmla="*/ 240 w 356"/>
                                  <a:gd name="T7" fmla="*/ 950 h 2425"/>
                                  <a:gd name="T8" fmla="*/ 177 w 356"/>
                                  <a:gd name="T9" fmla="*/ 1180 h 2425"/>
                                  <a:gd name="T10" fmla="*/ 108 w 356"/>
                                  <a:gd name="T11" fmla="*/ 1549 h 2425"/>
                                  <a:gd name="T12" fmla="*/ 85 w 356"/>
                                  <a:gd name="T13" fmla="*/ 1756 h 2425"/>
                                  <a:gd name="T14" fmla="*/ 73 w 356"/>
                                  <a:gd name="T15" fmla="*/ 1820 h 2425"/>
                                  <a:gd name="T16" fmla="*/ 56 w 356"/>
                                  <a:gd name="T17" fmla="*/ 1889 h 2425"/>
                                  <a:gd name="T18" fmla="*/ 27 w 356"/>
                                  <a:gd name="T19" fmla="*/ 2125 h 2425"/>
                                  <a:gd name="T20" fmla="*/ 39 w 356"/>
                                  <a:gd name="T21" fmla="*/ 2425 h 24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56" h="2425">
                                    <a:moveTo>
                                      <a:pt x="356" y="0"/>
                                    </a:moveTo>
                                    <a:cubicBezTo>
                                      <a:pt x="354" y="205"/>
                                      <a:pt x="313" y="284"/>
                                      <a:pt x="309" y="489"/>
                                    </a:cubicBezTo>
                                    <a:cubicBezTo>
                                      <a:pt x="308" y="529"/>
                                      <a:pt x="271" y="780"/>
                                      <a:pt x="263" y="818"/>
                                    </a:cubicBezTo>
                                    <a:cubicBezTo>
                                      <a:pt x="246" y="895"/>
                                      <a:pt x="266" y="876"/>
                                      <a:pt x="240" y="950"/>
                                    </a:cubicBezTo>
                                    <a:cubicBezTo>
                                      <a:pt x="223" y="999"/>
                                      <a:pt x="206" y="1136"/>
                                      <a:pt x="177" y="1180"/>
                                    </a:cubicBezTo>
                                    <a:cubicBezTo>
                                      <a:pt x="164" y="1290"/>
                                      <a:pt x="127" y="1441"/>
                                      <a:pt x="108" y="1549"/>
                                    </a:cubicBezTo>
                                    <a:cubicBezTo>
                                      <a:pt x="101" y="1662"/>
                                      <a:pt x="103" y="1644"/>
                                      <a:pt x="85" y="1756"/>
                                    </a:cubicBezTo>
                                    <a:cubicBezTo>
                                      <a:pt x="82" y="1777"/>
                                      <a:pt x="78" y="1799"/>
                                      <a:pt x="73" y="1820"/>
                                    </a:cubicBezTo>
                                    <a:cubicBezTo>
                                      <a:pt x="68" y="1843"/>
                                      <a:pt x="56" y="1889"/>
                                      <a:pt x="56" y="1889"/>
                                    </a:cubicBezTo>
                                    <a:cubicBezTo>
                                      <a:pt x="48" y="1968"/>
                                      <a:pt x="36" y="2046"/>
                                      <a:pt x="27" y="2125"/>
                                    </a:cubicBezTo>
                                    <a:cubicBezTo>
                                      <a:pt x="26" y="2147"/>
                                      <a:pt x="0" y="2386"/>
                                      <a:pt x="39" y="2425"/>
                                    </a:cubicBezTo>
                                  </a:path>
                                </a:pathLst>
                              </a:custGeom>
                              <a:noFill/>
                              <a:ln w="2222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0" o:spid="_x0000_s1026" style="position:absolute;margin-left:285.85pt;margin-top:110.65pt;width:17.8pt;height:121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,24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" path="m356,v-2,205,-43,284,-47,489c308,529,271,780,263,818v-17,77,3,58,-23,132c223,999,206,1136,177,1180v-13,110,-50,261,-69,369c101,1662,103,1644,85,1756v-3,21,-7,43,-12,64c68,1843,56,1889,56,1889v-8,79,-20,157,-29,236c26,2147,,2386,39,2425e" filled="f" strokecolor="#7f7f7f [1612]" strokeweight="1.75pt">
                      <v:path arrowok="t" o:connecttype="custom" o:connectlocs="226060,0;196215,310515;167005,519430;152400,603250;112395,749300;68580,983615;53975,1115060;46355,1155700;35560,1199515;17145,1349375;24765,1539875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3578225</wp:posOffset>
                      </wp:positionH>
                      <wp:positionV relativeFrom="paragraph">
                        <wp:posOffset>1357630</wp:posOffset>
                      </wp:positionV>
                      <wp:extent cx="158750" cy="1670685"/>
                      <wp:effectExtent l="13335" t="13970" r="18415" b="10795"/>
                      <wp:wrapNone/>
                      <wp:docPr id="133" name="Freeform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8750" cy="1670685"/>
                              </a:xfrm>
                              <a:custGeom>
                                <a:avLst/>
                                <a:gdLst>
                                  <a:gd name="T0" fmla="*/ 242 w 250"/>
                                  <a:gd name="T1" fmla="*/ 0 h 2631"/>
                                  <a:gd name="T2" fmla="*/ 242 w 250"/>
                                  <a:gd name="T3" fmla="*/ 345 h 2631"/>
                                  <a:gd name="T4" fmla="*/ 236 w 250"/>
                                  <a:gd name="T5" fmla="*/ 564 h 2631"/>
                                  <a:gd name="T6" fmla="*/ 224 w 250"/>
                                  <a:gd name="T7" fmla="*/ 599 h 2631"/>
                                  <a:gd name="T8" fmla="*/ 190 w 250"/>
                                  <a:gd name="T9" fmla="*/ 858 h 2631"/>
                                  <a:gd name="T10" fmla="*/ 178 w 250"/>
                                  <a:gd name="T11" fmla="*/ 1088 h 2631"/>
                                  <a:gd name="T12" fmla="*/ 138 w 250"/>
                                  <a:gd name="T13" fmla="*/ 1175 h 2631"/>
                                  <a:gd name="T14" fmla="*/ 126 w 250"/>
                                  <a:gd name="T15" fmla="*/ 1209 h 2631"/>
                                  <a:gd name="T16" fmla="*/ 126 w 250"/>
                                  <a:gd name="T17" fmla="*/ 1278 h 2631"/>
                                  <a:gd name="T18" fmla="*/ 86 w 250"/>
                                  <a:gd name="T19" fmla="*/ 1417 h 2631"/>
                                  <a:gd name="T20" fmla="*/ 69 w 250"/>
                                  <a:gd name="T21" fmla="*/ 1532 h 2631"/>
                                  <a:gd name="T22" fmla="*/ 46 w 250"/>
                                  <a:gd name="T23" fmla="*/ 1670 h 2631"/>
                                  <a:gd name="T24" fmla="*/ 6 w 250"/>
                                  <a:gd name="T25" fmla="*/ 2165 h 2631"/>
                                  <a:gd name="T26" fmla="*/ 23 w 250"/>
                                  <a:gd name="T27" fmla="*/ 2459 h 26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250" h="2631">
                                    <a:moveTo>
                                      <a:pt x="242" y="0"/>
                                    </a:moveTo>
                                    <a:cubicBezTo>
                                      <a:pt x="247" y="170"/>
                                      <a:pt x="250" y="175"/>
                                      <a:pt x="242" y="345"/>
                                    </a:cubicBezTo>
                                    <a:cubicBezTo>
                                      <a:pt x="241" y="366"/>
                                      <a:pt x="241" y="543"/>
                                      <a:pt x="236" y="564"/>
                                    </a:cubicBezTo>
                                    <a:cubicBezTo>
                                      <a:pt x="233" y="576"/>
                                      <a:pt x="224" y="599"/>
                                      <a:pt x="224" y="599"/>
                                    </a:cubicBezTo>
                                    <a:cubicBezTo>
                                      <a:pt x="220" y="682"/>
                                      <a:pt x="211" y="777"/>
                                      <a:pt x="190" y="858"/>
                                    </a:cubicBezTo>
                                    <a:cubicBezTo>
                                      <a:pt x="186" y="935"/>
                                      <a:pt x="182" y="1011"/>
                                      <a:pt x="178" y="1088"/>
                                    </a:cubicBezTo>
                                    <a:cubicBezTo>
                                      <a:pt x="176" y="1120"/>
                                      <a:pt x="151" y="1148"/>
                                      <a:pt x="138" y="1175"/>
                                    </a:cubicBezTo>
                                    <a:cubicBezTo>
                                      <a:pt x="133" y="1186"/>
                                      <a:pt x="126" y="1209"/>
                                      <a:pt x="126" y="1209"/>
                                    </a:cubicBezTo>
                                    <a:cubicBezTo>
                                      <a:pt x="122" y="1266"/>
                                      <a:pt x="167" y="1234"/>
                                      <a:pt x="126" y="1278"/>
                                    </a:cubicBezTo>
                                    <a:cubicBezTo>
                                      <a:pt x="91" y="1399"/>
                                      <a:pt x="89" y="1410"/>
                                      <a:pt x="86" y="1417"/>
                                    </a:cubicBezTo>
                                    <a:cubicBezTo>
                                      <a:pt x="83" y="1423"/>
                                      <a:pt x="71" y="1526"/>
                                      <a:pt x="69" y="1532"/>
                                    </a:cubicBezTo>
                                    <a:cubicBezTo>
                                      <a:pt x="60" y="1556"/>
                                      <a:pt x="50" y="1645"/>
                                      <a:pt x="46" y="1670"/>
                                    </a:cubicBezTo>
                                    <a:cubicBezTo>
                                      <a:pt x="44" y="1804"/>
                                      <a:pt x="17" y="2021"/>
                                      <a:pt x="6" y="2165"/>
                                    </a:cubicBezTo>
                                    <a:cubicBezTo>
                                      <a:pt x="0" y="2631"/>
                                      <a:pt x="23" y="2257"/>
                                      <a:pt x="23" y="2459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9" o:spid="_x0000_s1026" style="position:absolute;margin-left:281.75pt;margin-top:106.9pt;width:12.5pt;height:131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,2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" path="m242,v5,170,8,175,,345c241,366,241,543,236,564v-3,12,-12,35,-12,35c220,682,211,777,190,858v-4,77,-8,153,-12,230c176,1120,151,1148,138,1175v-5,11,-12,34,-12,34c122,1266,167,1234,126,1278,91,1399,89,1410,86,1417v-3,6,-15,109,-17,115c60,1556,50,1645,46,1670,44,1804,17,2021,6,2165v-6,466,17,92,17,294e" filled="f" strokecolor="#7f7f7f [1612]" strokeweight="1.5pt">
                      <v:path arrowok="t" o:connecttype="custom" o:connectlocs="153670,0;153670,219075;149860,358140;142240,380365;120650,544830;113030,690880;87630,746125;80010,767715;80010,811530;54610,899795;43815,972820;29210,1060450;3810,1374775;14605,1561465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2679065</wp:posOffset>
                      </wp:positionH>
                      <wp:positionV relativeFrom="paragraph">
                        <wp:posOffset>1429385</wp:posOffset>
                      </wp:positionV>
                      <wp:extent cx="209550" cy="1551940"/>
                      <wp:effectExtent l="9525" t="9525" r="19050" b="10160"/>
                      <wp:wrapNone/>
                      <wp:docPr id="132" name="Freeform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9550" cy="1551940"/>
                              </a:xfrm>
                              <a:custGeom>
                                <a:avLst/>
                                <a:gdLst>
                                  <a:gd name="T0" fmla="*/ 0 w 330"/>
                                  <a:gd name="T1" fmla="*/ 0 h 2444"/>
                                  <a:gd name="T2" fmla="*/ 22 w 330"/>
                                  <a:gd name="T3" fmla="*/ 359 h 2444"/>
                                  <a:gd name="T4" fmla="*/ 56 w 330"/>
                                  <a:gd name="T5" fmla="*/ 572 h 2444"/>
                                  <a:gd name="T6" fmla="*/ 91 w 330"/>
                                  <a:gd name="T7" fmla="*/ 797 h 2444"/>
                                  <a:gd name="T8" fmla="*/ 177 w 330"/>
                                  <a:gd name="T9" fmla="*/ 1102 h 2444"/>
                                  <a:gd name="T10" fmla="*/ 240 w 330"/>
                                  <a:gd name="T11" fmla="*/ 1380 h 2444"/>
                                  <a:gd name="T12" fmla="*/ 304 w 330"/>
                                  <a:gd name="T13" fmla="*/ 1759 h 2444"/>
                                  <a:gd name="T14" fmla="*/ 315 w 330"/>
                                  <a:gd name="T15" fmla="*/ 1965 h 2444"/>
                                  <a:gd name="T16" fmla="*/ 330 w 330"/>
                                  <a:gd name="T17" fmla="*/ 2010 h 2444"/>
                                  <a:gd name="T18" fmla="*/ 316 w 330"/>
                                  <a:gd name="T19" fmla="*/ 2444 h 2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30" h="2444">
                                    <a:moveTo>
                                      <a:pt x="0" y="0"/>
                                    </a:moveTo>
                                    <a:cubicBezTo>
                                      <a:pt x="5" y="125"/>
                                      <a:pt x="14" y="234"/>
                                      <a:pt x="22" y="359"/>
                                    </a:cubicBezTo>
                                    <a:cubicBezTo>
                                      <a:pt x="68" y="486"/>
                                      <a:pt x="20" y="500"/>
                                      <a:pt x="56" y="572"/>
                                    </a:cubicBezTo>
                                    <a:cubicBezTo>
                                      <a:pt x="84" y="629"/>
                                      <a:pt x="76" y="736"/>
                                      <a:pt x="91" y="797"/>
                                    </a:cubicBezTo>
                                    <a:cubicBezTo>
                                      <a:pt x="104" y="885"/>
                                      <a:pt x="152" y="1005"/>
                                      <a:pt x="177" y="1102"/>
                                    </a:cubicBezTo>
                                    <a:cubicBezTo>
                                      <a:pt x="202" y="1199"/>
                                      <a:pt x="219" y="1271"/>
                                      <a:pt x="240" y="1380"/>
                                    </a:cubicBezTo>
                                    <a:cubicBezTo>
                                      <a:pt x="242" y="1414"/>
                                      <a:pt x="287" y="1668"/>
                                      <a:pt x="304" y="1759"/>
                                    </a:cubicBezTo>
                                    <a:cubicBezTo>
                                      <a:pt x="313" y="1806"/>
                                      <a:pt x="300" y="1920"/>
                                      <a:pt x="315" y="1965"/>
                                    </a:cubicBezTo>
                                    <a:cubicBezTo>
                                      <a:pt x="320" y="1980"/>
                                      <a:pt x="330" y="2010"/>
                                      <a:pt x="330" y="2010"/>
                                    </a:cubicBezTo>
                                    <a:cubicBezTo>
                                      <a:pt x="325" y="2195"/>
                                      <a:pt x="316" y="2259"/>
                                      <a:pt x="316" y="2444"/>
                                    </a:cubicBez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8" o:spid="_x0000_s1026" style="position:absolute;margin-left:210.95pt;margin-top:112.55pt;width:16.5pt;height:122.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0,2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" path="m,c5,125,14,234,22,359,68,486,20,500,56,572v28,57,20,164,35,225c104,885,152,1005,177,1102v25,97,42,169,63,278c242,1414,287,1668,304,1759v9,47,-4,161,11,206c320,1980,330,2010,330,2010v-5,185,-14,249,-14,434e" filled="f" strokecolor="#7f7f7f [1612]" strokeweight="1.25pt">
                      <v:path arrowok="t" o:connecttype="custom" o:connectlocs="0,0;13970,227965;35560,363220;57785,506095;112395,699770;152400,876300;193040,1116965;200025,1247775;209550,1276350;200660,1551940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2767330</wp:posOffset>
                      </wp:positionH>
                      <wp:positionV relativeFrom="paragraph">
                        <wp:posOffset>1248410</wp:posOffset>
                      </wp:positionV>
                      <wp:extent cx="197485" cy="1781175"/>
                      <wp:effectExtent l="12065" t="19050" r="19050" b="19050"/>
                      <wp:wrapNone/>
                      <wp:docPr id="131" name="Freeform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7485" cy="1781175"/>
                              </a:xfrm>
                              <a:custGeom>
                                <a:avLst/>
                                <a:gdLst>
                                  <a:gd name="T0" fmla="*/ 11 w 311"/>
                                  <a:gd name="T1" fmla="*/ 0 h 2805"/>
                                  <a:gd name="T2" fmla="*/ 86 w 311"/>
                                  <a:gd name="T3" fmla="*/ 870 h 2805"/>
                                  <a:gd name="T4" fmla="*/ 131 w 311"/>
                                  <a:gd name="T5" fmla="*/ 1080 h 2805"/>
                                  <a:gd name="T6" fmla="*/ 131 w 311"/>
                                  <a:gd name="T7" fmla="*/ 1080 h 2805"/>
                                  <a:gd name="T8" fmla="*/ 176 w 311"/>
                                  <a:gd name="T9" fmla="*/ 1335 h 2805"/>
                                  <a:gd name="T10" fmla="*/ 221 w 311"/>
                                  <a:gd name="T11" fmla="*/ 1665 h 2805"/>
                                  <a:gd name="T12" fmla="*/ 251 w 311"/>
                                  <a:gd name="T13" fmla="*/ 1725 h 2805"/>
                                  <a:gd name="T14" fmla="*/ 281 w 311"/>
                                  <a:gd name="T15" fmla="*/ 1815 h 2805"/>
                                  <a:gd name="T16" fmla="*/ 296 w 311"/>
                                  <a:gd name="T17" fmla="*/ 2370 h 2805"/>
                                  <a:gd name="T18" fmla="*/ 311 w 311"/>
                                  <a:gd name="T19" fmla="*/ 2415 h 2805"/>
                                  <a:gd name="T20" fmla="*/ 281 w 311"/>
                                  <a:gd name="T21" fmla="*/ 2805 h 28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11" h="2805">
                                    <a:moveTo>
                                      <a:pt x="11" y="0"/>
                                    </a:moveTo>
                                    <a:cubicBezTo>
                                      <a:pt x="21" y="261"/>
                                      <a:pt x="0" y="612"/>
                                      <a:pt x="86" y="870"/>
                                    </a:cubicBezTo>
                                    <a:cubicBezTo>
                                      <a:pt x="105" y="1021"/>
                                      <a:pt x="88" y="952"/>
                                      <a:pt x="131" y="1080"/>
                                    </a:cubicBezTo>
                                    <a:lnTo>
                                      <a:pt x="131" y="1080"/>
                                    </a:lnTo>
                                    <a:cubicBezTo>
                                      <a:pt x="165" y="1285"/>
                                      <a:pt x="149" y="1200"/>
                                      <a:pt x="176" y="1335"/>
                                    </a:cubicBezTo>
                                    <a:cubicBezTo>
                                      <a:pt x="184" y="1433"/>
                                      <a:pt x="180" y="1569"/>
                                      <a:pt x="221" y="1665"/>
                                    </a:cubicBezTo>
                                    <a:cubicBezTo>
                                      <a:pt x="230" y="1686"/>
                                      <a:pt x="243" y="1704"/>
                                      <a:pt x="251" y="1725"/>
                                    </a:cubicBezTo>
                                    <a:cubicBezTo>
                                      <a:pt x="263" y="1754"/>
                                      <a:pt x="281" y="1815"/>
                                      <a:pt x="281" y="1815"/>
                                    </a:cubicBezTo>
                                    <a:cubicBezTo>
                                      <a:pt x="286" y="2000"/>
                                      <a:pt x="287" y="2185"/>
                                      <a:pt x="296" y="2370"/>
                                    </a:cubicBezTo>
                                    <a:cubicBezTo>
                                      <a:pt x="297" y="2386"/>
                                      <a:pt x="311" y="2399"/>
                                      <a:pt x="311" y="2415"/>
                                    </a:cubicBezTo>
                                    <a:cubicBezTo>
                                      <a:pt x="311" y="2552"/>
                                      <a:pt x="281" y="2669"/>
                                      <a:pt x="281" y="2805"/>
                                    </a:cubicBezTo>
                                  </a:path>
                                </a:pathLst>
                              </a:custGeom>
                              <a:noFill/>
                              <a:ln w="2222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7" o:spid="_x0000_s1026" style="position:absolute;margin-left:217.9pt;margin-top:98.3pt;width:15.55pt;height:140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1,2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" path="m11,c21,261,,612,86,870v19,151,2,82,45,210l131,1080v34,205,18,120,45,255c184,1433,180,1569,221,1665v9,21,22,39,30,60c263,1754,281,1815,281,1815v5,185,6,370,15,555c297,2386,311,2399,311,2415v,137,-30,254,-30,390e" filled="f" strokecolor="#7f7f7f [1612]" strokeweight="1.75pt">
                      <v:path arrowok="t" o:connecttype="custom" o:connectlocs="6985,0;54610,552450;83185,685800;83185,685800;111760,847725;140335,1057275;159385,1095375;178435,1152525;187960,1504950;197485,1533525;178435,1781175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2059940</wp:posOffset>
                      </wp:positionH>
                      <wp:positionV relativeFrom="paragraph">
                        <wp:posOffset>3305175</wp:posOffset>
                      </wp:positionV>
                      <wp:extent cx="2371725" cy="1705610"/>
                      <wp:effectExtent l="9525" t="8890" r="9525" b="9525"/>
                      <wp:wrapNone/>
                      <wp:docPr id="130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1725" cy="170561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6" o:spid="_x0000_s1026" style="position:absolute;margin-left:162.2pt;margin-top:260.25pt;width:186.75pt;height:134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" fillcolor="white [3212]" strokecolor="white [3212]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1" layoutInCell="1" allowOverlap="1" wp14:anchorId="4951158A">
                      <wp:simplePos x="0" y="0"/>
                      <wp:positionH relativeFrom="page">
                        <wp:posOffset>4868545</wp:posOffset>
                      </wp:positionH>
                      <wp:positionV relativeFrom="page">
                        <wp:posOffset>953770</wp:posOffset>
                      </wp:positionV>
                      <wp:extent cx="1649095" cy="2453640"/>
                      <wp:effectExtent l="1270" t="1270" r="0" b="4445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095" cy="2453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23BD" w:rsidRPr="00DA781F" w:rsidRDefault="002923B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646B7D" w:rsidRPr="00DA781F" w:rsidRDefault="002923B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 w:rsidR="00646B7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 due to body habitus and patient being scanned in chair. </w:t>
                                  </w:r>
                                </w:p>
                                <w:p w:rsidR="00646B7D" w:rsidRPr="00DA781F" w:rsidRDefault="00646B7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 w:rsidR="00646B7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 due to body habitus and patient being scanned in chair.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 w:rsidR="00646B7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 w:rsidR="00646B7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Default="002923B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646B7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Diffusely calcified acoustic shadowing tri-biphasic</w:t>
                                  </w:r>
                                </w:p>
                                <w:p w:rsidR="00AC023E" w:rsidRPr="00DA781F" w:rsidRDefault="00AC023E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Default="002923B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 w:rsidR="002C5033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646B7D" w:rsidRPr="00DA781F" w:rsidRDefault="00646B7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 w:rsidR="002C5033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646B7D" w:rsidRPr="00DA781F" w:rsidRDefault="00646B7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 due to bandaging and oedema, and patient being in chair.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026" type="#_x0000_t202" style="position:absolute;margin-left:383.35pt;margin-top:75.1pt;width:129.85pt;height:193.2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" filled="f" stroked="f" strokeweight=".5pt">
                      <v:textbox style="mso-fit-shape-to-text:t" inset="0,0,0,0">
                        <w:txbxContent>
                          <w:p w:rsidR="002923BD" w:rsidRPr="00DA781F" w:rsidRDefault="002923B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646B7D" w:rsidRPr="00DA781F" w:rsidRDefault="002923B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 w:rsidR="00646B7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 due to body habitus and patient being scanned in chair. </w:t>
                            </w:r>
                          </w:p>
                          <w:p w:rsidR="00646B7D" w:rsidRPr="00DA781F" w:rsidRDefault="00646B7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 w:rsidR="00646B7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 due to body habitus and patient being scanned in chair.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 w:rsidR="00646B7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 w:rsidR="00646B7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Default="002923B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proofErr w:type="gramStart"/>
                            <w:r w:rsidR="00646B7D">
                              <w:rPr>
                                <w:color w:val="000000"/>
                                <w:sz w:val="14"/>
                                <w:szCs w:val="14"/>
                              </w:rPr>
                              <w:t>Diffusely</w:t>
                            </w:r>
                            <w:proofErr w:type="gramEnd"/>
                            <w:r w:rsidR="00646B7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calcified acoustic shadowing tri-biphasic</w:t>
                            </w:r>
                          </w:p>
                          <w:p w:rsidR="00AC023E" w:rsidRPr="00DA781F" w:rsidRDefault="00AC023E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Default="002923B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 w:rsidR="002C5033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</w:p>
                          <w:p w:rsidR="00646B7D" w:rsidRPr="00DA781F" w:rsidRDefault="00646B7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 w:rsidR="002C5033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646B7D" w:rsidRPr="00DA781F" w:rsidRDefault="00646B7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 due to bandaging and oedema, and patient being in chair.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4951158B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843405" cy="361950"/>
                      <wp:effectExtent l="0" t="635" r="0" b="0"/>
                      <wp:wrapNone/>
                      <wp:docPr id="12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3405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6B7D" w:rsidRPr="00DA781F" w:rsidRDefault="00C003DC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</w:t>
                                  </w:r>
                                  <w:r w:rsidR="00646B7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 due to body habitus and patient being scanned in chair. </w:t>
                                  </w:r>
                                </w:p>
                                <w:p w:rsidR="00C003DC" w:rsidRPr="00DA781F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003DC" w:rsidRPr="00FA7ABC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7" type="#_x0000_t202" style="position:absolute;margin-left:.55pt;margin-top:17.3pt;width:145.15pt;height:28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" filled="f" stroked="f" strokeweight=".5pt">
                      <v:textbox inset="0,0,0,0">
                        <w:txbxContent>
                          <w:p w:rsidR="00646B7D" w:rsidRPr="00DA781F" w:rsidRDefault="00C003DC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</w:t>
                            </w:r>
                            <w:r w:rsidR="00646B7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 due to body habitus and patient being scanned in chair. </w:t>
                            </w:r>
                          </w:p>
                          <w:p w:rsidR="00C003DC" w:rsidRPr="00DA781F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003DC" w:rsidRPr="00FA7ABC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1" layoutInCell="1" allowOverlap="1" wp14:anchorId="4951158C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1774190" cy="2453640"/>
                      <wp:effectExtent l="0" t="1270" r="0" b="3810"/>
                      <wp:wrapNone/>
                      <wp:docPr id="3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2453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ABC" w:rsidRPr="00DA781F" w:rsidRDefault="00C877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  <w:r w:rsidR="00FA7ABC"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LEG: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646B7D" w:rsidRDefault="002923B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 w:rsidR="00646B7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 due to body habitus and patient being scanned in chair. </w:t>
                                  </w:r>
                                </w:p>
                                <w:p w:rsidR="00646B7D" w:rsidRPr="00DA781F" w:rsidRDefault="00646B7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646B7D" w:rsidRPr="00DA781F" w:rsidRDefault="00646B7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 due to body habitus and patient being scanned in chair.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 w:rsidR="00646B7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Default="002923B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 w:rsidR="00646B7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646B7D" w:rsidRPr="00DA781F" w:rsidRDefault="00646B7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646B7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Diffusely calcified acoustic shadowing tri-biphasic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Default="002923B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 w:rsidR="002C5033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646B7D" w:rsidRPr="00DA781F" w:rsidRDefault="00646B7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646B7D" w:rsidRPr="00DA781F" w:rsidRDefault="002923B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 w:rsidR="002C5033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646B7D" w:rsidRPr="00DA781F" w:rsidRDefault="00646B7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 due to bandaging and oedema, and patient being in chair. </w:t>
                                  </w:r>
                                </w:p>
                                <w:p w:rsidR="002923BD" w:rsidRPr="00DA781F" w:rsidRDefault="002923BD" w:rsidP="00646B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8" type="#_x0000_t202" style="position:absolute;margin-left:.55pt;margin-top:75.1pt;width:139.7pt;height:193.2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" filled="f" stroked="f" strokeweight=".5pt">
                      <v:textbox style="mso-fit-shape-to-text:t" inset="0,0,0,0">
                        <w:txbxContent>
                          <w:p w:rsidR="00FA7ABC" w:rsidRPr="00DA781F" w:rsidRDefault="00C877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  <w:r w:rsidR="00FA7ABC"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LEG: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646B7D" w:rsidRDefault="002923B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 w:rsidR="00646B7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 due to body habitus and patient being scanned in chair. </w:t>
                            </w:r>
                          </w:p>
                          <w:p w:rsidR="00646B7D" w:rsidRPr="00DA781F" w:rsidRDefault="00646B7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646B7D" w:rsidRPr="00DA781F" w:rsidRDefault="00646B7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 due to body habitus and patient being scanned in chair.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 w:rsidR="00646B7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Default="002923B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 w:rsidR="00646B7D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646B7D" w:rsidRPr="00DA781F" w:rsidRDefault="00646B7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proofErr w:type="gramStart"/>
                            <w:r w:rsidR="00646B7D">
                              <w:rPr>
                                <w:color w:val="000000"/>
                                <w:sz w:val="14"/>
                                <w:szCs w:val="14"/>
                              </w:rPr>
                              <w:t>Diffusely</w:t>
                            </w:r>
                            <w:proofErr w:type="gramEnd"/>
                            <w:r w:rsidR="00646B7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calcified acoustic shadowing tri-biphasic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Default="002923B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 w:rsidR="002C5033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</w:p>
                          <w:p w:rsidR="00646B7D" w:rsidRPr="00DA781F" w:rsidRDefault="00646B7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646B7D" w:rsidRPr="00DA781F" w:rsidRDefault="002923B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 w:rsidR="002C5033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646B7D" w:rsidRPr="00DA781F" w:rsidRDefault="00646B7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 due to bandaging and oedema, and patient being in chair. </w:t>
                            </w:r>
                          </w:p>
                          <w:p w:rsidR="002923BD" w:rsidRPr="00DA781F" w:rsidRDefault="002923BD" w:rsidP="00646B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646B7D">
        <w:trPr>
          <w:trHeight w:hRule="exact" w:val="7467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E17436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E17436">
              <w:rPr>
                <w:sz w:val="21"/>
                <w:szCs w:val="21"/>
              </w:rPr>
              <w:lastRenderedPageBreak/>
              <w:t>Report:</w:t>
            </w:r>
          </w:p>
          <w:p w:rsidR="009E0202" w:rsidRPr="00646B7D" w:rsidRDefault="00646B7D" w:rsidP="00DC01AB">
            <w:pPr>
              <w:pStyle w:val="CUSTOMColumnText"/>
              <w:rPr>
                <w:b/>
                <w:sz w:val="21"/>
                <w:szCs w:val="21"/>
                <w:u w:val="single"/>
              </w:rPr>
            </w:pPr>
            <w:r w:rsidRPr="00646B7D">
              <w:rPr>
                <w:b/>
                <w:sz w:val="21"/>
                <w:szCs w:val="21"/>
                <w:u w:val="single"/>
              </w:rPr>
              <w:t>Abdomen:</w:t>
            </w:r>
          </w:p>
          <w:p w:rsidR="00646B7D" w:rsidRDefault="00646B7D" w:rsidP="00DC01AB">
            <w:pPr>
              <w:pStyle w:val="CUSTOMColumnText"/>
              <w:rPr>
                <w:sz w:val="21"/>
                <w:szCs w:val="21"/>
              </w:rPr>
            </w:pPr>
          </w:p>
          <w:p w:rsidR="00646B7D" w:rsidRDefault="00646B7D" w:rsidP="00DC01AB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abdominal aorta, CIA’s and EIA’s were not visualised due to patient being scanned in chair and body habitus. </w:t>
            </w:r>
          </w:p>
          <w:p w:rsidR="00646B7D" w:rsidRDefault="00646B7D" w:rsidP="00DC01AB">
            <w:pPr>
              <w:pStyle w:val="CUSTOMColumnText"/>
              <w:rPr>
                <w:sz w:val="21"/>
                <w:szCs w:val="21"/>
              </w:rPr>
            </w:pPr>
          </w:p>
          <w:p w:rsidR="00646B7D" w:rsidRPr="00646B7D" w:rsidRDefault="00646B7D" w:rsidP="00DC01AB">
            <w:pPr>
              <w:pStyle w:val="CUSTOMColumnText"/>
              <w:rPr>
                <w:b/>
                <w:sz w:val="21"/>
                <w:szCs w:val="21"/>
                <w:u w:val="single"/>
              </w:rPr>
            </w:pPr>
            <w:r w:rsidRPr="00646B7D">
              <w:rPr>
                <w:b/>
                <w:sz w:val="21"/>
                <w:szCs w:val="21"/>
                <w:u w:val="single"/>
              </w:rPr>
              <w:t>Right Lowe extremity:</w:t>
            </w:r>
          </w:p>
          <w:p w:rsidR="00646B7D" w:rsidRDefault="00646B7D" w:rsidP="00DC01AB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CFA and Profunda femoris were patent with triphasic waveforms and mild diffuse calcific atheroma. </w:t>
            </w:r>
          </w:p>
          <w:p w:rsidR="00646B7D" w:rsidRDefault="00646B7D" w:rsidP="00DC01AB">
            <w:pPr>
              <w:pStyle w:val="CUSTOMColumnText"/>
              <w:rPr>
                <w:sz w:val="21"/>
                <w:szCs w:val="21"/>
              </w:rPr>
            </w:pPr>
          </w:p>
          <w:p w:rsidR="00646B7D" w:rsidRDefault="00646B7D" w:rsidP="00DC01AB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SFA is patent although segmentally visualised due to acoustic shadowing and signal loss from diffuse calcific atheroma. Where imaged Tri-biphasic waveforms are noted. Unable to rule out focal stenosis due to body habitus. </w:t>
            </w:r>
          </w:p>
          <w:p w:rsidR="00646B7D" w:rsidRDefault="00646B7D" w:rsidP="00DC01AB">
            <w:pPr>
              <w:pStyle w:val="CUSTOMColumnText"/>
              <w:rPr>
                <w:sz w:val="21"/>
                <w:szCs w:val="21"/>
              </w:rPr>
            </w:pPr>
          </w:p>
          <w:p w:rsidR="00646B7D" w:rsidRDefault="00646B7D" w:rsidP="00DC01AB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popliteal is patent with tri-biphasic waveforms. </w:t>
            </w:r>
          </w:p>
          <w:p w:rsidR="00646B7D" w:rsidRDefault="00646B7D" w:rsidP="00DC01AB">
            <w:pPr>
              <w:pStyle w:val="CUSTOMColumnText"/>
              <w:rPr>
                <w:sz w:val="21"/>
                <w:szCs w:val="21"/>
              </w:rPr>
            </w:pPr>
          </w:p>
          <w:p w:rsidR="00646B7D" w:rsidRDefault="00646B7D" w:rsidP="00DC01AB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crural arteries were note visualised due to bandaging. </w:t>
            </w:r>
          </w:p>
          <w:p w:rsidR="00646B7D" w:rsidRDefault="00646B7D" w:rsidP="00DC01AB">
            <w:pPr>
              <w:pStyle w:val="CUSTOMColumnText"/>
              <w:rPr>
                <w:sz w:val="21"/>
                <w:szCs w:val="21"/>
              </w:rPr>
            </w:pPr>
          </w:p>
          <w:p w:rsidR="00646B7D" w:rsidRPr="00646B7D" w:rsidRDefault="00646B7D" w:rsidP="00DC01AB">
            <w:pPr>
              <w:pStyle w:val="CUSTOMColumnText"/>
              <w:rPr>
                <w:b/>
                <w:sz w:val="21"/>
                <w:szCs w:val="21"/>
                <w:u w:val="single"/>
              </w:rPr>
            </w:pPr>
            <w:r w:rsidRPr="00646B7D">
              <w:rPr>
                <w:b/>
                <w:sz w:val="21"/>
                <w:szCs w:val="21"/>
                <w:u w:val="single"/>
              </w:rPr>
              <w:t>Left Lower extremity:</w:t>
            </w:r>
          </w:p>
          <w:p w:rsidR="00646B7D" w:rsidRDefault="00646B7D" w:rsidP="00DC01AB">
            <w:pPr>
              <w:pStyle w:val="CUSTOMColumnText"/>
              <w:rPr>
                <w:sz w:val="21"/>
                <w:szCs w:val="21"/>
              </w:rPr>
            </w:pPr>
          </w:p>
          <w:p w:rsidR="00646B7D" w:rsidRDefault="00646B7D" w:rsidP="00646B7D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CFA and Profunda femoris were patent with triphasic waveforms and mild diffuse calcific atheroma. </w:t>
            </w:r>
          </w:p>
          <w:p w:rsidR="00646B7D" w:rsidRDefault="00646B7D" w:rsidP="00646B7D">
            <w:pPr>
              <w:pStyle w:val="CUSTOMColumnText"/>
              <w:rPr>
                <w:sz w:val="21"/>
                <w:szCs w:val="21"/>
              </w:rPr>
            </w:pPr>
          </w:p>
          <w:p w:rsidR="00646B7D" w:rsidRDefault="00646B7D" w:rsidP="00646B7D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The SFA is patent although segmentally visualised due to acoustic shadowing and signal loss from diffuse calcific atheroma. Where imaged triphasic/hypereamic waveforms are noted. Unable to rule out focal stenosis due to body habitus.</w:t>
            </w:r>
          </w:p>
          <w:p w:rsidR="00646B7D" w:rsidRDefault="00646B7D" w:rsidP="00646B7D">
            <w:pPr>
              <w:pStyle w:val="CUSTOMColumnText"/>
              <w:rPr>
                <w:sz w:val="21"/>
                <w:szCs w:val="21"/>
              </w:rPr>
            </w:pPr>
          </w:p>
          <w:p w:rsidR="00646B7D" w:rsidRDefault="00646B7D" w:rsidP="00646B7D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crural arteries were note visualised due to bandaging. </w:t>
            </w:r>
          </w:p>
          <w:p w:rsidR="00646B7D" w:rsidRPr="00DC01AB" w:rsidRDefault="00646B7D" w:rsidP="00646B7D">
            <w:pPr>
              <w:pStyle w:val="CUSTOMColumnText"/>
            </w:pP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E17436">
      <w:headerReference w:type="default" r:id="rId8"/>
      <w:headerReference w:type="first" r:id="rId9"/>
      <w:footerReference w:type="first" r:id="rId10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B7D" w:rsidRDefault="00646B7D" w:rsidP="005748E3">
      <w:pPr>
        <w:spacing w:after="0" w:line="240" w:lineRule="auto"/>
      </w:pPr>
      <w:r>
        <w:separator/>
      </w:r>
    </w:p>
  </w:endnote>
  <w:endnote w:type="continuationSeparator" w:id="0">
    <w:p w:rsidR="00646B7D" w:rsidRDefault="00646B7D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AC023E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951159A">
              <wp:simplePos x="0" y="0"/>
              <wp:positionH relativeFrom="column">
                <wp:posOffset>269875</wp:posOffset>
              </wp:positionH>
              <wp:positionV relativeFrom="paragraph">
                <wp:posOffset>-1192530</wp:posOffset>
              </wp:positionV>
              <wp:extent cx="6003925" cy="419100"/>
              <wp:effectExtent l="12700" t="7620" r="3175" b="11430"/>
              <wp:wrapNone/>
              <wp:docPr id="1" name="Group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6" name="Group 97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7" name="Group 98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8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83824" w:rsidRPr="00734451" w:rsidRDefault="00D83824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101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11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83824" w:rsidRPr="00734451" w:rsidRDefault="00D83824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3" name="Group 104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4" name="Group 105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5" name="AutoShap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AutoShap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83824" w:rsidRPr="00734451" w:rsidRDefault="00D83824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09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9" name="Group 110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20" name="Rectangle 1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1" name="Text Box 1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3824" w:rsidRPr="00734451" w:rsidRDefault="00D83824" w:rsidP="00D8382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35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136" name="AutoShape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8" name="Text Box 1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3824" w:rsidRPr="00734451" w:rsidRDefault="00D83824" w:rsidP="00D8382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6" o:spid="_x0000_s1031" style="position:absolute;margin-left:21.25pt;margin-top:-93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">
              <v:group id="Group 97" o:spid="_x0000_s1032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98" o:spid="_x0000_s1033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99" o:spid="_x0000_s1034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0" o:spid="_x0000_s1035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D83824" w:rsidRPr="00734451" w:rsidRDefault="00D83824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101" o:spid="_x0000_s1036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02" o:spid="_x0000_s1037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103" o:spid="_x0000_s1038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D83824" w:rsidRPr="00734451" w:rsidRDefault="00D83824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04" o:spid="_x0000_s1039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105" o:spid="_x0000_s1040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6" o:spid="_x0000_s1041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107" o:spid="_x0000_s1042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108" o:spid="_x0000_s1043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D83824" w:rsidRPr="00734451" w:rsidRDefault="00D83824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09" o:spid="_x0000_s1044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10" o:spid="_x0000_s1045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111" o:spid="_x0000_s1046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112" o:spid="_x0000_s1047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D83824" w:rsidRPr="00734451" w:rsidRDefault="00D83824" w:rsidP="00D8382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13" o:spid="_x0000_s1048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114" o:spid="_x0000_s1049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115" o:spid="_x0000_s1050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D83824" w:rsidRPr="00734451" w:rsidRDefault="00D83824" w:rsidP="00D8382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4951159B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B7D" w:rsidRDefault="00646B7D" w:rsidP="005748E3">
      <w:pPr>
        <w:spacing w:after="0" w:line="240" w:lineRule="auto"/>
      </w:pPr>
      <w:r>
        <w:separator/>
      </w:r>
    </w:p>
  </w:footnote>
  <w:footnote w:type="continuationSeparator" w:id="0">
    <w:p w:rsidR="00646B7D" w:rsidRDefault="00646B7D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AC023E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9511594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49511595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49511596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AC023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0" locked="1" layoutInCell="0" allowOverlap="1" wp14:anchorId="2D30C038">
          <wp:simplePos x="0" y="0"/>
          <wp:positionH relativeFrom="page">
            <wp:posOffset>2571115</wp:posOffset>
          </wp:positionH>
          <wp:positionV relativeFrom="page">
            <wp:posOffset>3386455</wp:posOffset>
          </wp:positionV>
          <wp:extent cx="2430145" cy="5349875"/>
          <wp:effectExtent l="0" t="0" r="8255" b="3175"/>
          <wp:wrapNone/>
          <wp:docPr id="137" name="Picture 137" descr="Bot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7" descr="Both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9"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5349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49511598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49511599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>
      <o:colormru v:ext="edit" colors="#ddd,silver"/>
      <o:colormenu v:ext="edit" fillcolor="none [3212]" strokecolor="none [16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B7D"/>
    <w:rsid w:val="00000CAF"/>
    <w:rsid w:val="00002C57"/>
    <w:rsid w:val="0002322E"/>
    <w:rsid w:val="00030ECC"/>
    <w:rsid w:val="00033B0B"/>
    <w:rsid w:val="00044A92"/>
    <w:rsid w:val="00047E48"/>
    <w:rsid w:val="0006170F"/>
    <w:rsid w:val="00075B57"/>
    <w:rsid w:val="00095E0A"/>
    <w:rsid w:val="000B1F8C"/>
    <w:rsid w:val="000C302A"/>
    <w:rsid w:val="000D03AD"/>
    <w:rsid w:val="000D12F2"/>
    <w:rsid w:val="000E220B"/>
    <w:rsid w:val="000E5AC8"/>
    <w:rsid w:val="00100B16"/>
    <w:rsid w:val="001346C4"/>
    <w:rsid w:val="0014708E"/>
    <w:rsid w:val="00156E8E"/>
    <w:rsid w:val="00186F8F"/>
    <w:rsid w:val="00191142"/>
    <w:rsid w:val="00196CF5"/>
    <w:rsid w:val="001A0461"/>
    <w:rsid w:val="001A7AF4"/>
    <w:rsid w:val="001C0F37"/>
    <w:rsid w:val="001C2A3A"/>
    <w:rsid w:val="001C3912"/>
    <w:rsid w:val="001F44A2"/>
    <w:rsid w:val="00210977"/>
    <w:rsid w:val="00226007"/>
    <w:rsid w:val="0023354F"/>
    <w:rsid w:val="002739C8"/>
    <w:rsid w:val="002867C0"/>
    <w:rsid w:val="002923BD"/>
    <w:rsid w:val="002932DD"/>
    <w:rsid w:val="00293ED4"/>
    <w:rsid w:val="002A016B"/>
    <w:rsid w:val="002A430F"/>
    <w:rsid w:val="002C5033"/>
    <w:rsid w:val="002C6A41"/>
    <w:rsid w:val="002D4419"/>
    <w:rsid w:val="002D613D"/>
    <w:rsid w:val="002D7122"/>
    <w:rsid w:val="002E04BC"/>
    <w:rsid w:val="00304C4D"/>
    <w:rsid w:val="003234AA"/>
    <w:rsid w:val="00324212"/>
    <w:rsid w:val="00352F64"/>
    <w:rsid w:val="003747AD"/>
    <w:rsid w:val="00380B46"/>
    <w:rsid w:val="00382C7D"/>
    <w:rsid w:val="00384449"/>
    <w:rsid w:val="003909B4"/>
    <w:rsid w:val="00394CF1"/>
    <w:rsid w:val="003A6622"/>
    <w:rsid w:val="003C0B62"/>
    <w:rsid w:val="003E131B"/>
    <w:rsid w:val="003E1E07"/>
    <w:rsid w:val="003F7EB7"/>
    <w:rsid w:val="0040168D"/>
    <w:rsid w:val="004071DB"/>
    <w:rsid w:val="00411FD4"/>
    <w:rsid w:val="00412C8C"/>
    <w:rsid w:val="00425ED0"/>
    <w:rsid w:val="004353A0"/>
    <w:rsid w:val="004520A0"/>
    <w:rsid w:val="004767D0"/>
    <w:rsid w:val="00477D62"/>
    <w:rsid w:val="004A3BCC"/>
    <w:rsid w:val="004C122B"/>
    <w:rsid w:val="004E0025"/>
    <w:rsid w:val="004E1746"/>
    <w:rsid w:val="004E3E95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D0F"/>
    <w:rsid w:val="005B2430"/>
    <w:rsid w:val="005C197D"/>
    <w:rsid w:val="005D4909"/>
    <w:rsid w:val="005E594C"/>
    <w:rsid w:val="005E5F50"/>
    <w:rsid w:val="00601B30"/>
    <w:rsid w:val="00615B7D"/>
    <w:rsid w:val="00624106"/>
    <w:rsid w:val="00632733"/>
    <w:rsid w:val="00644C5F"/>
    <w:rsid w:val="00646B7D"/>
    <w:rsid w:val="00656DF2"/>
    <w:rsid w:val="0067732A"/>
    <w:rsid w:val="006D3CE8"/>
    <w:rsid w:val="006D59BA"/>
    <w:rsid w:val="00701D82"/>
    <w:rsid w:val="007102C1"/>
    <w:rsid w:val="007112FB"/>
    <w:rsid w:val="00721A7D"/>
    <w:rsid w:val="0078169E"/>
    <w:rsid w:val="007E5FF2"/>
    <w:rsid w:val="007E7F55"/>
    <w:rsid w:val="00803E28"/>
    <w:rsid w:val="00804042"/>
    <w:rsid w:val="00811182"/>
    <w:rsid w:val="00813362"/>
    <w:rsid w:val="00826BA1"/>
    <w:rsid w:val="00854725"/>
    <w:rsid w:val="00880184"/>
    <w:rsid w:val="00893153"/>
    <w:rsid w:val="008A7D65"/>
    <w:rsid w:val="008B3BF4"/>
    <w:rsid w:val="008B3C2A"/>
    <w:rsid w:val="008C4F7F"/>
    <w:rsid w:val="008E68D9"/>
    <w:rsid w:val="008E77CD"/>
    <w:rsid w:val="008F7BF4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E0202"/>
    <w:rsid w:val="009F19EF"/>
    <w:rsid w:val="009F70D4"/>
    <w:rsid w:val="00A04256"/>
    <w:rsid w:val="00A078E6"/>
    <w:rsid w:val="00A43026"/>
    <w:rsid w:val="00A46516"/>
    <w:rsid w:val="00A62728"/>
    <w:rsid w:val="00A756CF"/>
    <w:rsid w:val="00A90B05"/>
    <w:rsid w:val="00A90F95"/>
    <w:rsid w:val="00AA2AD4"/>
    <w:rsid w:val="00AA35BB"/>
    <w:rsid w:val="00AB09A7"/>
    <w:rsid w:val="00AB7058"/>
    <w:rsid w:val="00AC0210"/>
    <w:rsid w:val="00AC023E"/>
    <w:rsid w:val="00B010A0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C5836"/>
    <w:rsid w:val="00BE046B"/>
    <w:rsid w:val="00C003DC"/>
    <w:rsid w:val="00C061C7"/>
    <w:rsid w:val="00C14503"/>
    <w:rsid w:val="00C24FD1"/>
    <w:rsid w:val="00C36AA5"/>
    <w:rsid w:val="00C44E9D"/>
    <w:rsid w:val="00C64AE2"/>
    <w:rsid w:val="00C71224"/>
    <w:rsid w:val="00C877D8"/>
    <w:rsid w:val="00C90BFA"/>
    <w:rsid w:val="00C943BB"/>
    <w:rsid w:val="00CA5B58"/>
    <w:rsid w:val="00CB3119"/>
    <w:rsid w:val="00D065FF"/>
    <w:rsid w:val="00D35CC3"/>
    <w:rsid w:val="00D83824"/>
    <w:rsid w:val="00D86277"/>
    <w:rsid w:val="00D94904"/>
    <w:rsid w:val="00DA781F"/>
    <w:rsid w:val="00DC01AB"/>
    <w:rsid w:val="00DC47D6"/>
    <w:rsid w:val="00DC5770"/>
    <w:rsid w:val="00DD0B20"/>
    <w:rsid w:val="00DF1634"/>
    <w:rsid w:val="00DF1DE9"/>
    <w:rsid w:val="00E05B4C"/>
    <w:rsid w:val="00E17436"/>
    <w:rsid w:val="00E32912"/>
    <w:rsid w:val="00E339E8"/>
    <w:rsid w:val="00E4100D"/>
    <w:rsid w:val="00E463E3"/>
    <w:rsid w:val="00E6169F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77AC7"/>
    <w:rsid w:val="00F959B6"/>
    <w:rsid w:val="00F97841"/>
    <w:rsid w:val="00FA67A6"/>
    <w:rsid w:val="00FA7ABC"/>
    <w:rsid w:val="00FD5490"/>
    <w:rsid w:val="00FE1407"/>
    <w:rsid w:val="00FF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ddd,silver"/>
      <o:colormenu v:ext="edit" fillcolor="none [3212]" strokecolor="none [16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Bilat%20Arterial\Lower%20Limb%20-%20Arterial%20Duplex%20-%20Both%20-%20Diseas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57D52-C3D8-4749-8F47-93E75D2DC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Lower Limb - Arterial Duplex - Both - Diseased</Template>
  <TotalTime>37</TotalTime>
  <Pages>2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Sims</dc:creator>
  <cp:lastModifiedBy>Daniel Sims</cp:lastModifiedBy>
  <cp:revision>5</cp:revision>
  <cp:lastPrinted>2019-08-21T09:37:00Z</cp:lastPrinted>
  <dcterms:created xsi:type="dcterms:W3CDTF">2019-08-21T08:59:00Z</dcterms:created>
  <dcterms:modified xsi:type="dcterms:W3CDTF">2019-10-15T09:43:00Z</dcterms:modified>
</cp:coreProperties>
</file>